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A795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7954">
        <w:rPr>
          <w:rFonts w:ascii="Corbel" w:hAnsi="Corbel"/>
          <w:b/>
          <w:smallCaps/>
          <w:sz w:val="24"/>
          <w:szCs w:val="24"/>
        </w:rPr>
        <w:t>dotyczy cyklu kształcenia</w:t>
      </w:r>
      <w:r w:rsidR="004B5CB2">
        <w:rPr>
          <w:rFonts w:ascii="Corbel" w:hAnsi="Corbel"/>
          <w:b/>
          <w:smallCaps/>
          <w:sz w:val="24"/>
          <w:szCs w:val="24"/>
        </w:rPr>
        <w:t xml:space="preserve"> 2020 - 2023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4B5CB2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Projektowanie stron www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A1B04" w:rsidRPr="00EA1B04" w:rsidRDefault="0057675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  <w:bookmarkStart w:id="0" w:name="_GoBack"/>
            <w:bookmarkEnd w:id="0"/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1B04" w:rsidRPr="00EA1B04" w:rsidRDefault="0057675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1B04" w:rsidRPr="00EA1B04" w:rsidRDefault="00331CD9" w:rsidP="00331CD9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EA1B04" w:rsidRPr="00EA1B04">
              <w:rPr>
                <w:rFonts w:ascii="Corbel" w:hAnsi="Corbel"/>
                <w:b w:val="0"/>
                <w:color w:val="auto"/>
                <w:sz w:val="22"/>
              </w:rPr>
              <w:t>edagogika</w:t>
            </w:r>
            <w:r w:rsidRPr="00331CD9">
              <w:rPr>
                <w:rFonts w:ascii="Corbel" w:hAnsi="Corbel"/>
                <w:b w:val="0"/>
                <w:color w:val="auto"/>
                <w:sz w:val="22"/>
              </w:rPr>
              <w:t>, specjalność pedagogika medialna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pierwszy stopień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III rok, 6 semestr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A1B04" w:rsidRPr="00EA1B04" w:rsidRDefault="00331CD9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specjalnościowy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A1B04" w:rsidRPr="00EA1B04" w:rsidRDefault="002237A2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2237A2" w:rsidRPr="009C54AE" w:rsidTr="00EA1B04">
        <w:tc>
          <w:tcPr>
            <w:tcW w:w="2694" w:type="dxa"/>
            <w:vAlign w:val="center"/>
          </w:tcPr>
          <w:p w:rsidR="002237A2" w:rsidRPr="009C54AE" w:rsidRDefault="002237A2" w:rsidP="002237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237A2" w:rsidRPr="00EA1B04" w:rsidRDefault="002237A2" w:rsidP="002237A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dr hab. Marta Wrońska</w:t>
            </w:r>
            <w:r w:rsidR="00B77D21">
              <w:rPr>
                <w:rFonts w:ascii="Corbel" w:hAnsi="Corbel"/>
                <w:b w:val="0"/>
                <w:color w:val="auto"/>
                <w:sz w:val="22"/>
              </w:rPr>
              <w:t xml:space="preserve"> prof. UR</w:t>
            </w:r>
          </w:p>
        </w:tc>
      </w:tr>
      <w:tr w:rsidR="002237A2" w:rsidRPr="009C54AE" w:rsidTr="002435C7">
        <w:tc>
          <w:tcPr>
            <w:tcW w:w="2694" w:type="dxa"/>
            <w:vAlign w:val="center"/>
          </w:tcPr>
          <w:p w:rsidR="002237A2" w:rsidRPr="009C54AE" w:rsidRDefault="002237A2" w:rsidP="002237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237A2" w:rsidRPr="00EA1B04" w:rsidRDefault="002237A2" w:rsidP="002237A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A1B0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A1B0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A1B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1B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31C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A1B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orbel" w:hAnsi="Corbel"/>
          <w:sz w:val="22"/>
        </w:rPr>
        <w:instrText xml:space="preserve"> FORMCHECKBOX </w:instrText>
      </w:r>
      <w:r w:rsidR="009B57ED">
        <w:rPr>
          <w:rFonts w:ascii="Corbel" w:hAnsi="Corbel"/>
          <w:sz w:val="22"/>
        </w:rPr>
      </w:r>
      <w:r w:rsidR="009B57ED">
        <w:rPr>
          <w:rFonts w:ascii="Corbel" w:hAnsi="Corbel"/>
          <w:sz w:val="22"/>
        </w:rPr>
        <w:fldChar w:fldCharType="separate"/>
      </w:r>
      <w:r>
        <w:rPr>
          <w:rFonts w:ascii="Corbel" w:hAnsi="Corbel"/>
          <w:sz w:val="22"/>
        </w:rPr>
        <w:fldChar w:fldCharType="en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EA1B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sz w:val="22"/>
        </w:rPr>
        <w:instrText xml:space="preserve"> FORMCHECKBOX </w:instrText>
      </w:r>
      <w:r w:rsidR="009B57ED">
        <w:rPr>
          <w:rFonts w:ascii="Corbel" w:hAnsi="Corbel"/>
          <w:sz w:val="22"/>
        </w:rPr>
      </w:r>
      <w:r w:rsidR="009B57ED">
        <w:rPr>
          <w:rFonts w:ascii="Corbel" w:hAnsi="Corbel"/>
          <w:sz w:val="22"/>
        </w:rPr>
        <w:fldChar w:fldCharType="separate"/>
      </w:r>
      <w:r>
        <w:rPr>
          <w:rFonts w:ascii="Corbel" w:hAnsi="Corbel"/>
          <w:sz w:val="22"/>
        </w:rPr>
        <w:fldChar w:fldCharType="en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B77D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A1B04" w:rsidRPr="00EA1B04" w:rsidRDefault="00EA1B04" w:rsidP="00EA1B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mieć wiedzę ogólną w zakresie informatyki.</w:t>
            </w:r>
          </w:p>
          <w:p w:rsidR="0085747A" w:rsidRPr="009C54AE" w:rsidRDefault="00EA1B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umieć pracować zarówno indywidualnie jak i w zespole oraz zwięźle </w:t>
            </w: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prezentować wyniki pracy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8647"/>
      </w:tblGrid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C1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z podstawową wiedzą na temat struktury Internetu,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się ze składnią HTML4 oraz HTML5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się ze składnią CSS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8647" w:type="dxa"/>
            <w:vAlign w:val="center"/>
          </w:tcPr>
          <w:p w:rsidR="00EA1B04" w:rsidRPr="00EA1B04" w:rsidRDefault="00815EEC" w:rsidP="000D02F8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</w:rPr>
            </w:pPr>
            <w:r>
              <w:rPr>
                <w:rStyle w:val="wrtext"/>
                <w:rFonts w:ascii="Corbel" w:hAnsi="Corbel"/>
                <w:b w:val="0"/>
              </w:rPr>
              <w:t>Zapoznanie</w:t>
            </w:r>
            <w:r w:rsidR="00EA1B04" w:rsidRPr="00EA1B04">
              <w:rPr>
                <w:rStyle w:val="wrtext"/>
                <w:rFonts w:ascii="Corbel" w:hAnsi="Corbel"/>
                <w:b w:val="0"/>
              </w:rPr>
              <w:t xml:space="preserve"> z zasadami tworzenia i projektowania statycznych stron internetowych przy użyciu języka HTML oraz CSS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C5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Wykształcenie umiejętności projektowania funkcjonalnych stron internetowych przy użyciu języka HTML oraz CSS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C6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Wykorzystanie wiedzy z projektowania stron internetowych na potrzeby edukacyjne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C7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 xml:space="preserve">Wykorzystanie znajomości składni HTML oraz CSS do modyfikacji gotowych stron internetowych 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C8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Wykształcenie umiejętności pracy w grupie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  <w:r w:rsidR="00AA7954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A1B0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C6E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C6EC8" w:rsidP="00FC6E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:rsidR="00EA1B04" w:rsidRPr="00EA1B04" w:rsidRDefault="00815EEC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Wymieni i wyjaśni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podstawowe pojęcia z zakresu projektowania stron WWW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oraz dotyczącego go zagadnienia z zakresu norm etycznych i przepisów prawa autorskiego</w:t>
            </w:r>
          </w:p>
        </w:tc>
        <w:tc>
          <w:tcPr>
            <w:tcW w:w="1865" w:type="dxa"/>
          </w:tcPr>
          <w:p w:rsidR="00EA1B04" w:rsidRPr="00EA1B04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13</w:t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EA1B04" w:rsidRPr="00EA1B04" w:rsidRDefault="00815EEC" w:rsidP="00B77D21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Sformułuje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procedurę do analizy 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kod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>u źródłowego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prostych</w:t>
            </w: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stron internetowych i dokona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w nim modyfikacji</w:t>
            </w:r>
          </w:p>
        </w:tc>
        <w:tc>
          <w:tcPr>
            <w:tcW w:w="1865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15</w:t>
            </w:r>
          </w:p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:rsidR="00EA1B04" w:rsidRPr="00EA1B04" w:rsidRDefault="00815EEC" w:rsidP="00815EEC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Zap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rojektuje proste strony WWW z użyciem narzędzi do tworzenia stron internetowych np. Notepad++</w:t>
            </w:r>
          </w:p>
        </w:tc>
        <w:tc>
          <w:tcPr>
            <w:tcW w:w="1865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13</w:t>
            </w:r>
          </w:p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15</w:t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EA1B04" w:rsidRPr="00EA1B04" w:rsidRDefault="00815EEC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Wymieni i wykorzysta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 xml:space="preserve"> metody, techniki i narzędzia p</w:t>
            </w:r>
            <w:r w:rsidR="00A14CC5">
              <w:rPr>
                <w:rFonts w:ascii="Corbel" w:hAnsi="Corbel"/>
                <w:b w:val="0"/>
                <w:smallCaps w:val="0"/>
                <w:sz w:val="22"/>
              </w:rPr>
              <w:t xml:space="preserve">rojektowania stron WWW, 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>samodzielnie dokonać analizy potrzeb grupy docelowej korzystającej ze strony WWW</w:t>
            </w:r>
          </w:p>
        </w:tc>
        <w:tc>
          <w:tcPr>
            <w:tcW w:w="1865" w:type="dxa"/>
          </w:tcPr>
          <w:p w:rsidR="00EA1B04" w:rsidRPr="00EA1B04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Zaprojektuje, wykona i opublikuje stronę WWW</w:t>
            </w:r>
          </w:p>
        </w:tc>
        <w:tc>
          <w:tcPr>
            <w:tcW w:w="1865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Indywidualnie rozwija umiejętności korzystania z narzędzi tworzenia stron internetowych</w:t>
            </w:r>
          </w:p>
        </w:tc>
        <w:tc>
          <w:tcPr>
            <w:tcW w:w="1865" w:type="dxa"/>
          </w:tcPr>
          <w:p w:rsidR="00EA1B04" w:rsidRPr="00EA1B04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</w:tcPr>
          <w:p w:rsidR="00EA1B04" w:rsidRPr="00EA1B04" w:rsidRDefault="00A14CC5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Oceni przydatność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 xml:space="preserve"> dokształcania i doskonalenia zawodowego</w:t>
            </w:r>
          </w:p>
        </w:tc>
        <w:tc>
          <w:tcPr>
            <w:tcW w:w="1865" w:type="dxa"/>
          </w:tcPr>
          <w:p w:rsidR="00EA1B04" w:rsidRPr="00EA1B04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  <w:tr w:rsidR="00EA1B04" w:rsidRPr="009C54AE" w:rsidTr="00EA1B04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</w:tcPr>
          <w:p w:rsidR="00EA1B04" w:rsidRPr="00EA1B04" w:rsidRDefault="00A14CC5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Oceni swoją wiedzę w zakresie 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>odpowiedzialności za treści publikowane na stronie WWW</w:t>
            </w:r>
          </w:p>
        </w:tc>
        <w:tc>
          <w:tcPr>
            <w:tcW w:w="1865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  <w:p w:rsidR="00EA1B04" w:rsidRPr="00EA1B04" w:rsidRDefault="00EA1B04" w:rsidP="00AA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1B04" w:rsidTr="00EA1B04">
        <w:tc>
          <w:tcPr>
            <w:tcW w:w="9520" w:type="dxa"/>
          </w:tcPr>
          <w:p w:rsidR="0085747A" w:rsidRPr="00EA1B0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1B0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Zajęcia organizacyjne. Tworzenie prostej strony internetowej w aplikacji Office Word. Stworzenie pierwszej strony internetowej. Definiowanie pojęć: HTML, World Wide Web (Web), Internet, przeglądarka, hiperłącze.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Wyjaśnienie pojęcia styli i CSS. Formatowanie tekstu w CSS (czcionka, kolor, wyrównanie, wcięcie, wszelakie odstępy, itp.).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Wyjaśnienie pojęcia styli i CSS. Formatowanie listy numerowanej i nienumerowanej, zagnieżdżanie list, tworzenie hiperłączy, marginesy wewnętrzne i zewnętrzne.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Wstawianie grafiki wraz z jej odpowiednim formatowaniem. Tworzenie obramowań. Tło obiektów jako kolor lub jako obrazek (jego pozycjonowanie, powtórzenie, rozmiar, itd.)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tabeli w HTML. Ich edycja oraz manipulacja komórkami. Podział komórek.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Przyleganie i pozycjonowanie obiektów względem siebie lub strony. 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CSS: wykorzystanie styli lokalnych. 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CSS: wykorzystanie wewnętrznych i zewnętrznych arkuszy styli. Selektory elementów, klasy selektorów, selektory identyfikatora, selektory pseudoklas i ich kombinacje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grafiki w programie PAINT.NET na potrzeby stron internetowych. Wykorzystanie przeźroczystości plików PNG.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menu poziomego oraz pionowego przy wykorzystaniu listy nienumerowanej i jego formatowanie przy pomocy CSS. Ćwiczenia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Wykorzystanie elementu div przy projektowaniu strony internetowej, tworzenie przykładowych stron. Ćwiczenia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kont www na serwerach zewnętrznych oraz umieszczanie stworzonych witryn.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Projektowanie własnych witryn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EA1B04">
        <w:rPr>
          <w:rFonts w:ascii="Corbel" w:hAnsi="Corbel"/>
          <w:b w:val="0"/>
          <w:smallCaps w:val="0"/>
          <w:sz w:val="20"/>
          <w:szCs w:val="20"/>
        </w:rPr>
        <w:t>Ćwiczenia realizowane w pracowni komputerowej, wykorzystanie dostępnych przeglądarek oraz edytora notepad++ oraz Office Word. Wykorzystanie serwera WWW i FTP</w:t>
      </w:r>
    </w:p>
    <w:p w:rsidR="00EA1B04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:rsidR="00EA1B04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EA1B0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EK_01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Obserwacja w trakcie zajęć</w:t>
            </w:r>
          </w:p>
        </w:tc>
        <w:tc>
          <w:tcPr>
            <w:tcW w:w="2117" w:type="dxa"/>
          </w:tcPr>
          <w:p w:rsidR="00EA1B04" w:rsidRPr="00EA1B04" w:rsidRDefault="00B77D21" w:rsidP="00B7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EK_02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Obserwacja w trakcie zajęć, 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tabs>
                <w:tab w:val="left" w:pos="3606"/>
              </w:tabs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ab/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A1B04" w:rsidRPr="00EA1B04" w:rsidRDefault="00EA1B04" w:rsidP="00EA1B0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:rsidR="0085747A" w:rsidRPr="009C54AE" w:rsidRDefault="006261DD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projektowej</w:t>
            </w:r>
            <w:r w:rsidR="00EA1B04" w:rsidRPr="00EA1B04">
              <w:rPr>
                <w:rFonts w:ascii="Corbel" w:hAnsi="Corbel"/>
                <w:b w:val="0"/>
                <w:smallCaps w:val="0"/>
                <w:szCs w:val="24"/>
              </w:rPr>
              <w:t>: wykonanie strony internetowej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A1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261D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77D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261DD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6261DD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9C54AE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</w:tc>
        <w:tc>
          <w:tcPr>
            <w:tcW w:w="4677" w:type="dxa"/>
          </w:tcPr>
          <w:p w:rsidR="006261DD" w:rsidRDefault="006261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261DD" w:rsidRDefault="006261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B77D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  <w:p w:rsidR="00B77D21" w:rsidRDefault="00B77D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77D21" w:rsidRPr="009C54AE" w:rsidRDefault="00B77D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A1B04" w:rsidP="00B7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B77D21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1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EA1B04" w:rsidRDefault="0085747A" w:rsidP="008D6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A1B0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EA1B04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05036E"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HTML i CSS. Zaprojektuj i zbuduj witrynę WWW. Podręcznik Front-End Developera</w:t>
            </w:r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="0005036E">
              <w:t xml:space="preserve"> </w:t>
            </w:r>
            <w:r w:rsidR="0005036E" w:rsidRP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 Duckett</w:t>
            </w:r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Helion, wyd. 201</w:t>
            </w:r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8</w:t>
            </w:r>
            <w:r w:rsid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E70941" w:rsidRDefault="00E70941" w:rsidP="00E70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HTML5 i CSS3. Definicja nowoczesności</w:t>
            </w:r>
            <w:r w:rsidR="008912C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="008912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Dawid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2015.</w:t>
            </w:r>
          </w:p>
          <w:p w:rsidR="0085747A" w:rsidRPr="009C54AE" w:rsidRDefault="00E70941" w:rsidP="00E70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EA1B04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CSS od podszewki</w:t>
            </w:r>
            <w:r w:rsidR="008912C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>
              <w:t xml:space="preserve">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Keith J. Grant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2019.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D6EAE" w:rsidRDefault="0085747A" w:rsidP="008D6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D6EAE" w:rsidRPr="008D6E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1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E70941"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Kaskadowe arkusze stylów. Ćwiczenia praktyczne</w:t>
            </w:r>
            <w:r w:rsidR="00E70941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Witold Wrotek. Wydawnictwo Helion, wyd. 2013.</w:t>
            </w:r>
          </w:p>
          <w:p w:rsidR="008D6EAE" w:rsidRPr="008D6E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2. </w:t>
            </w:r>
            <w:r w:rsidR="0005036E" w:rsidRPr="000503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HTML5. Ćwiczenia praktyczne </w:t>
            </w: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/ </w:t>
            </w:r>
            <w:r w:rsidR="0005036E" w:rsidRPr="000503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Bartosz Danowski</w:t>
            </w: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Wydawnictwo Helion, wyd. 2012.</w:t>
            </w:r>
          </w:p>
          <w:p w:rsidR="008D6EAE" w:rsidRPr="009C54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3. HTML5 i CSS3. Standardy przyszłości / Brian P. Hogan. Wydawnictwo Helion, wyd.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7ED" w:rsidRDefault="009B57ED" w:rsidP="00C16ABF">
      <w:pPr>
        <w:spacing w:after="0" w:line="240" w:lineRule="auto"/>
      </w:pPr>
      <w:r>
        <w:separator/>
      </w:r>
    </w:p>
  </w:endnote>
  <w:endnote w:type="continuationSeparator" w:id="0">
    <w:p w:rsidR="009B57ED" w:rsidRDefault="009B57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7ED" w:rsidRDefault="009B57ED" w:rsidP="00C16ABF">
      <w:pPr>
        <w:spacing w:after="0" w:line="240" w:lineRule="auto"/>
      </w:pPr>
      <w:r>
        <w:separator/>
      </w:r>
    </w:p>
  </w:footnote>
  <w:footnote w:type="continuationSeparator" w:id="0">
    <w:p w:rsidR="009B57ED" w:rsidRDefault="009B57E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36E"/>
    <w:rsid w:val="00057D5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37A2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CD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CB2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0722"/>
    <w:rsid w:val="00543ACC"/>
    <w:rsid w:val="0056696D"/>
    <w:rsid w:val="00573EF9"/>
    <w:rsid w:val="00576754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DD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FAD"/>
    <w:rsid w:val="0071620A"/>
    <w:rsid w:val="00724677"/>
    <w:rsid w:val="00725459"/>
    <w:rsid w:val="007327BD"/>
    <w:rsid w:val="00734608"/>
    <w:rsid w:val="00745302"/>
    <w:rsid w:val="007461D6"/>
    <w:rsid w:val="00746EC8"/>
    <w:rsid w:val="00762DF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4480"/>
    <w:rsid w:val="0081554D"/>
    <w:rsid w:val="00815EEC"/>
    <w:rsid w:val="0081707E"/>
    <w:rsid w:val="008449B3"/>
    <w:rsid w:val="0085747A"/>
    <w:rsid w:val="00884922"/>
    <w:rsid w:val="00885F64"/>
    <w:rsid w:val="008912C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EAE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57ED"/>
    <w:rsid w:val="009C1331"/>
    <w:rsid w:val="009C3E31"/>
    <w:rsid w:val="009C54AE"/>
    <w:rsid w:val="009C788E"/>
    <w:rsid w:val="009E3B41"/>
    <w:rsid w:val="009F3C5C"/>
    <w:rsid w:val="009F4610"/>
    <w:rsid w:val="009F74C1"/>
    <w:rsid w:val="00A00ECC"/>
    <w:rsid w:val="00A14CC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95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21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BD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941"/>
    <w:rsid w:val="00E77E88"/>
    <w:rsid w:val="00E8107D"/>
    <w:rsid w:val="00E960BB"/>
    <w:rsid w:val="00EA1B04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EC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EA1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EA1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A2718-F36A-49AB-AB90-14BF3961F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1019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2020-01-14T11:12:00Z</cp:lastPrinted>
  <dcterms:created xsi:type="dcterms:W3CDTF">2019-11-05T10:13:00Z</dcterms:created>
  <dcterms:modified xsi:type="dcterms:W3CDTF">2021-09-30T12:03:00Z</dcterms:modified>
</cp:coreProperties>
</file>